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3FA8" w14:textId="77777777" w:rsidR="00CC14A5" w:rsidRDefault="00CC14A5" w:rsidP="00CC14A5"/>
    <w:p w14:paraId="57F9C647" w14:textId="77777777" w:rsidR="005E38CA" w:rsidRDefault="005E38CA" w:rsidP="00CC14A5"/>
    <w:p w14:paraId="24387F1E" w14:textId="7116D459" w:rsidR="003C5FFC" w:rsidRDefault="003C5FFC" w:rsidP="003C5FFC">
      <w:pPr>
        <w:framePr w:w="3436" w:h="1921" w:hRule="exact" w:hSpace="180" w:wrap="around" w:vAnchor="text" w:hAnchor="page" w:x="6991" w:y="1275"/>
        <w:rPr>
          <w:spacing w:val="0"/>
          <w:position w:val="0"/>
        </w:rPr>
      </w:pPr>
      <w:r>
        <w:rPr>
          <w:spacing w:val="0"/>
          <w:position w:val="0"/>
        </w:rPr>
        <w:t xml:space="preserve">RMK ja </w:t>
      </w:r>
      <w:r w:rsidR="00F05FDE">
        <w:rPr>
          <w:spacing w:val="0"/>
          <w:position w:val="0"/>
        </w:rPr>
        <w:t>AB Artes Terrae</w:t>
      </w:r>
      <w:r w:rsidR="00894AAA">
        <w:rPr>
          <w:spacing w:val="0"/>
          <w:position w:val="0"/>
        </w:rPr>
        <w:t xml:space="preserve"> OÜ vahel </w:t>
      </w:r>
      <w:r w:rsidR="00F05FDE">
        <w:rPr>
          <w:spacing w:val="0"/>
          <w:position w:val="0"/>
        </w:rPr>
        <w:t>2</w:t>
      </w:r>
      <w:r w:rsidR="00894AAA">
        <w:rPr>
          <w:spacing w:val="0"/>
          <w:position w:val="0"/>
        </w:rPr>
        <w:t>5</w:t>
      </w:r>
      <w:r w:rsidR="00B50005">
        <w:rPr>
          <w:spacing w:val="0"/>
          <w:position w:val="0"/>
        </w:rPr>
        <w:t>.0</w:t>
      </w:r>
      <w:r w:rsidR="00F05FDE">
        <w:rPr>
          <w:spacing w:val="0"/>
          <w:position w:val="0"/>
        </w:rPr>
        <w:t>7</w:t>
      </w:r>
      <w:r w:rsidR="00894AAA">
        <w:rPr>
          <w:spacing w:val="0"/>
          <w:position w:val="0"/>
        </w:rPr>
        <w:t>.202</w:t>
      </w:r>
      <w:r w:rsidR="00F05FDE">
        <w:rPr>
          <w:spacing w:val="0"/>
          <w:position w:val="0"/>
        </w:rPr>
        <w:t>2</w:t>
      </w:r>
      <w:r>
        <w:rPr>
          <w:spacing w:val="0"/>
          <w:position w:val="0"/>
        </w:rPr>
        <w:t>. a. sõlmitud</w:t>
      </w:r>
    </w:p>
    <w:p w14:paraId="267155E7" w14:textId="1A57AE45" w:rsidR="003C5FFC" w:rsidRPr="00235055" w:rsidRDefault="00F05FDE" w:rsidP="003C5FFC">
      <w:pPr>
        <w:framePr w:w="3436" w:h="1921" w:hRule="exact" w:hSpace="180" w:wrap="around" w:vAnchor="text" w:hAnchor="page" w:x="6991" w:y="1275"/>
        <w:rPr>
          <w:spacing w:val="0"/>
          <w:position w:val="0"/>
        </w:rPr>
      </w:pPr>
      <w:r>
        <w:rPr>
          <w:spacing w:val="0"/>
          <w:position w:val="0"/>
        </w:rPr>
        <w:t>projekteerimis</w:t>
      </w:r>
      <w:r w:rsidR="004504E9">
        <w:rPr>
          <w:spacing w:val="0"/>
          <w:position w:val="0"/>
        </w:rPr>
        <w:t>lepingu</w:t>
      </w:r>
      <w:r w:rsidR="00894AAA">
        <w:rPr>
          <w:spacing w:val="0"/>
          <w:position w:val="0"/>
        </w:rPr>
        <w:t xml:space="preserve"> nr 1-</w:t>
      </w:r>
      <w:r>
        <w:rPr>
          <w:spacing w:val="0"/>
          <w:position w:val="0"/>
        </w:rPr>
        <w:t>18</w:t>
      </w:r>
      <w:r w:rsidR="00CC7B0D">
        <w:rPr>
          <w:spacing w:val="0"/>
          <w:position w:val="0"/>
        </w:rPr>
        <w:t>/</w:t>
      </w:r>
      <w:r w:rsidR="00894AAA">
        <w:rPr>
          <w:spacing w:val="0"/>
          <w:position w:val="0"/>
        </w:rPr>
        <w:t>202</w:t>
      </w:r>
      <w:r>
        <w:rPr>
          <w:spacing w:val="0"/>
          <w:position w:val="0"/>
        </w:rPr>
        <w:t>2</w:t>
      </w:r>
      <w:r w:rsidR="00894AAA">
        <w:rPr>
          <w:spacing w:val="0"/>
          <w:position w:val="0"/>
        </w:rPr>
        <w:t>/</w:t>
      </w:r>
      <w:r>
        <w:rPr>
          <w:spacing w:val="0"/>
          <w:position w:val="0"/>
        </w:rPr>
        <w:t>115</w:t>
      </w:r>
      <w:r w:rsidR="003C5FFC">
        <w:rPr>
          <w:spacing w:val="0"/>
          <w:position w:val="0"/>
        </w:rPr>
        <w:t xml:space="preserve"> </w:t>
      </w:r>
      <w:r w:rsidR="004504E9">
        <w:rPr>
          <w:spacing w:val="0"/>
          <w:position w:val="0"/>
        </w:rPr>
        <w:t>juurde</w:t>
      </w:r>
    </w:p>
    <w:p w14:paraId="64F934A4" w14:textId="1356D36F" w:rsidR="005E38CA" w:rsidRDefault="00FA374F" w:rsidP="00CC14A5">
      <w:r>
        <w:br w:type="textWrapping" w:clear="all"/>
      </w:r>
    </w:p>
    <w:p w14:paraId="47655A7C" w14:textId="77777777" w:rsidR="00CC14A5" w:rsidRDefault="00CC14A5" w:rsidP="00CC14A5"/>
    <w:tbl>
      <w:tblPr>
        <w:tblpPr w:leftFromText="141" w:rightFromText="141" w:vertAnchor="text" w:horzAnchor="margin" w:tblpY="2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8E74B0" w14:paraId="3AB39FB4" w14:textId="77777777" w:rsidTr="008E74B0">
        <w:trPr>
          <w:cantSplit/>
          <w:trHeight w:val="284"/>
        </w:trPr>
        <w:tc>
          <w:tcPr>
            <w:tcW w:w="5216" w:type="dxa"/>
            <w:vMerge w:val="restart"/>
          </w:tcPr>
          <w:p w14:paraId="164D17E6" w14:textId="574A66A8" w:rsidR="008E74B0" w:rsidRDefault="00E47FC8" w:rsidP="008E74B0">
            <w:pPr>
              <w:pStyle w:val="Heading4"/>
              <w:framePr w:w="0" w:hRule="auto" w:wrap="auto" w:vAnchor="margin" w:hAnchor="text" w:xAlign="left" w:yAlign="inline"/>
            </w:pPr>
            <w:r>
              <w:t>AKT 1</w:t>
            </w:r>
          </w:p>
          <w:p w14:paraId="269A85A8" w14:textId="77777777" w:rsidR="008E74B0" w:rsidRDefault="008E74B0" w:rsidP="008E74B0"/>
        </w:tc>
        <w:tc>
          <w:tcPr>
            <w:tcW w:w="4309" w:type="dxa"/>
            <w:vMerge w:val="restart"/>
          </w:tcPr>
          <w:p w14:paraId="1106533A" w14:textId="2CFA36FA" w:rsidR="008E74B0" w:rsidRDefault="008E74B0" w:rsidP="008E74B0">
            <w:r>
              <w:rPr>
                <w:rFonts w:ascii="Arial" w:hAnsi="Arial" w:cs="Arial"/>
              </w:rPr>
              <w:br/>
            </w:r>
            <w:r>
              <w:t xml:space="preserve"> </w:t>
            </w:r>
          </w:p>
        </w:tc>
      </w:tr>
      <w:tr w:rsidR="008E74B0" w14:paraId="4C489BE1" w14:textId="77777777" w:rsidTr="008E74B0">
        <w:trPr>
          <w:cantSplit/>
          <w:trHeight w:val="740"/>
        </w:trPr>
        <w:tc>
          <w:tcPr>
            <w:tcW w:w="5216" w:type="dxa"/>
            <w:vMerge/>
          </w:tcPr>
          <w:p w14:paraId="180288BF" w14:textId="77777777" w:rsidR="008E74B0" w:rsidRDefault="008E74B0" w:rsidP="008E74B0"/>
        </w:tc>
        <w:tc>
          <w:tcPr>
            <w:tcW w:w="4309" w:type="dxa"/>
            <w:vMerge/>
          </w:tcPr>
          <w:p w14:paraId="3444BE63" w14:textId="77777777" w:rsidR="008E74B0" w:rsidRDefault="008E74B0" w:rsidP="008E74B0"/>
        </w:tc>
      </w:tr>
    </w:tbl>
    <w:p w14:paraId="1890DE42" w14:textId="77777777" w:rsidR="00CC14A5" w:rsidRDefault="00CC14A5" w:rsidP="00CC14A5"/>
    <w:p w14:paraId="08AB4373" w14:textId="77777777" w:rsidR="00CC14A5" w:rsidRPr="00CC14A5" w:rsidRDefault="00CC14A5" w:rsidP="00CC14A5">
      <w:pPr>
        <w:sectPr w:rsidR="00CC14A5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2D475278" w14:textId="77777777" w:rsidR="00977702" w:rsidRDefault="00977702">
      <w:pPr>
        <w:rPr>
          <w:b/>
          <w:bCs/>
        </w:rPr>
      </w:pPr>
    </w:p>
    <w:p w14:paraId="24338835" w14:textId="77777777" w:rsidR="00CC14A5" w:rsidRDefault="00CC14A5">
      <w:pPr>
        <w:rPr>
          <w:b/>
          <w:bCs/>
        </w:rPr>
      </w:pPr>
    </w:p>
    <w:p w14:paraId="67FD1F16" w14:textId="77777777" w:rsidR="00CC14A5" w:rsidRDefault="00CC14A5">
      <w:pPr>
        <w:rPr>
          <w:b/>
          <w:bCs/>
        </w:rPr>
      </w:pPr>
    </w:p>
    <w:p w14:paraId="749E73EB" w14:textId="77777777" w:rsidR="00977702" w:rsidRDefault="00977702">
      <w:pPr>
        <w:rPr>
          <w:b/>
          <w:bCs/>
        </w:rPr>
      </w:pPr>
    </w:p>
    <w:p w14:paraId="7DD1F1E8" w14:textId="77777777" w:rsidR="00977702" w:rsidRDefault="00977702">
      <w:pPr>
        <w:rPr>
          <w:b/>
          <w:bCs/>
        </w:rPr>
        <w:sectPr w:rsidR="00977702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7A3A5514" w14:textId="77777777" w:rsidR="00710F3F" w:rsidRDefault="00677841">
      <w:pPr>
        <w:rPr>
          <w:b/>
          <w:bCs/>
        </w:rPr>
      </w:pPr>
      <w:r>
        <w:rPr>
          <w:b/>
          <w:bCs/>
        </w:rPr>
        <w:t>Töö üleandmine-vastuvõtmine</w:t>
      </w:r>
    </w:p>
    <w:p w14:paraId="2ADECD96" w14:textId="77777777" w:rsidR="004D6A17" w:rsidRDefault="004D6A17"/>
    <w:p w14:paraId="4081CDEE" w14:textId="77777777" w:rsidR="00710F3F" w:rsidRDefault="00710F3F">
      <w:pPr>
        <w:sectPr w:rsidR="00710F3F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EC60684" w14:textId="0378DAD2" w:rsidR="00710F3F" w:rsidRDefault="00710F3F" w:rsidP="007B3EA9">
      <w:pPr>
        <w:jc w:val="both"/>
      </w:pPr>
      <w:r>
        <w:t>1. Käesolevaga Töövõtja annab üle ja Tell</w:t>
      </w:r>
      <w:r w:rsidR="00A25200">
        <w:t>ija võ</w:t>
      </w:r>
      <w:r w:rsidR="00F15E83">
        <w:t xml:space="preserve">tab vastu RMK ja </w:t>
      </w:r>
      <w:r w:rsidR="00F05FDE">
        <w:t>AB Artes Terrae</w:t>
      </w:r>
      <w:r w:rsidR="003C5FFC">
        <w:t xml:space="preserve"> OÜ</w:t>
      </w:r>
      <w:r>
        <w:t xml:space="preserve"> </w:t>
      </w:r>
      <w:r w:rsidR="00F17622">
        <w:t xml:space="preserve">(AB Artes Terrae OÜ töö nr 2208KP2) </w:t>
      </w:r>
      <w:r>
        <w:t>vahel</w:t>
      </w:r>
      <w:r>
        <w:rPr>
          <w:b/>
          <w:bCs/>
        </w:rPr>
        <w:t xml:space="preserve"> </w:t>
      </w:r>
      <w:r w:rsidR="00F05FDE">
        <w:t>2</w:t>
      </w:r>
      <w:r w:rsidR="00894AAA">
        <w:t>5</w:t>
      </w:r>
      <w:r w:rsidR="005025E0">
        <w:t>.0</w:t>
      </w:r>
      <w:r w:rsidR="00F05FDE">
        <w:t>7</w:t>
      </w:r>
      <w:r w:rsidR="005025E0">
        <w:t>.20</w:t>
      </w:r>
      <w:r w:rsidR="00894AAA">
        <w:t>2</w:t>
      </w:r>
      <w:r w:rsidR="00F05FDE">
        <w:t>2</w:t>
      </w:r>
      <w:r w:rsidR="00797755">
        <w:t xml:space="preserve">.a sõlmitud </w:t>
      </w:r>
      <w:r w:rsidR="00F05FDE">
        <w:t>projekteerimis</w:t>
      </w:r>
      <w:r w:rsidR="00797755">
        <w:t>lepingu</w:t>
      </w:r>
      <w:r>
        <w:t xml:space="preserve"> nr</w:t>
      </w:r>
      <w:r w:rsidR="002131A5">
        <w:t xml:space="preserve"> </w:t>
      </w:r>
      <w:r w:rsidR="00F15E83">
        <w:t>1-</w:t>
      </w:r>
      <w:r w:rsidR="00F05FDE">
        <w:t>18</w:t>
      </w:r>
      <w:r w:rsidR="00894AAA">
        <w:t>/202</w:t>
      </w:r>
      <w:r w:rsidR="00F05FDE">
        <w:t>2</w:t>
      </w:r>
      <w:r w:rsidR="005025E0">
        <w:t>/</w:t>
      </w:r>
      <w:r w:rsidR="00F05FDE">
        <w:t>115</w:t>
      </w:r>
      <w:r w:rsidR="002131A5">
        <w:t xml:space="preserve"> </w:t>
      </w:r>
      <w:r>
        <w:t>kohaselt tehtud järgmise</w:t>
      </w:r>
      <w:r w:rsidR="00B052DF">
        <w:t>d</w:t>
      </w:r>
      <w:r>
        <w:t xml:space="preserve"> töö</w:t>
      </w:r>
      <w:r w:rsidR="00B052DF">
        <w:t>d</w:t>
      </w:r>
      <w:r>
        <w:t>:</w:t>
      </w:r>
    </w:p>
    <w:p w14:paraId="1DF4D4BD" w14:textId="77777777" w:rsidR="00710F3F" w:rsidRDefault="00710F3F">
      <w:pPr>
        <w:jc w:val="both"/>
      </w:pPr>
    </w:p>
    <w:p w14:paraId="549227E2" w14:textId="30E3FBA7" w:rsidR="00B052DF" w:rsidRPr="002733CC" w:rsidRDefault="00F15E83" w:rsidP="002733CC">
      <w:pPr>
        <w:pStyle w:val="ListParagraph"/>
        <w:numPr>
          <w:ilvl w:val="1"/>
          <w:numId w:val="6"/>
        </w:numPr>
        <w:jc w:val="both"/>
        <w:rPr>
          <w:spacing w:val="0"/>
        </w:rPr>
      </w:pPr>
      <w:r w:rsidRPr="002733CC">
        <w:rPr>
          <w:bCs/>
          <w:kern w:val="16"/>
        </w:rPr>
        <w:t xml:space="preserve">Teostatud on </w:t>
      </w:r>
      <w:r w:rsidR="00FD071C">
        <w:rPr>
          <w:bCs/>
          <w:kern w:val="16"/>
        </w:rPr>
        <w:t xml:space="preserve">projekteerimistööd ning valminud on </w:t>
      </w:r>
      <w:r w:rsidR="00F05FDE">
        <w:rPr>
          <w:bCs/>
          <w:kern w:val="16"/>
        </w:rPr>
        <w:t>tööprojekt</w:t>
      </w:r>
      <w:r w:rsidR="003B277D" w:rsidRPr="002733CC">
        <w:rPr>
          <w:b/>
          <w:bCs/>
          <w:kern w:val="16"/>
        </w:rPr>
        <w:t xml:space="preserve"> </w:t>
      </w:r>
      <w:r w:rsidR="00FD071C">
        <w:rPr>
          <w:b/>
          <w:bCs/>
          <w:kern w:val="16"/>
        </w:rPr>
        <w:t>„</w:t>
      </w:r>
      <w:r w:rsidR="00F05FDE">
        <w:rPr>
          <w:b/>
          <w:bCs/>
          <w:kern w:val="16"/>
        </w:rPr>
        <w:t>Kub</w:t>
      </w:r>
      <w:r w:rsidR="00FD071C">
        <w:rPr>
          <w:b/>
          <w:bCs/>
          <w:kern w:val="16"/>
        </w:rPr>
        <w:t>i</w:t>
      </w:r>
      <w:r w:rsidR="00F05FDE">
        <w:rPr>
          <w:b/>
          <w:bCs/>
          <w:kern w:val="16"/>
        </w:rPr>
        <w:t>ja puhkekoha</w:t>
      </w:r>
      <w:r w:rsidR="00894AAA" w:rsidRPr="00FD071C">
        <w:rPr>
          <w:b/>
          <w:kern w:val="16"/>
        </w:rPr>
        <w:t xml:space="preserve"> </w:t>
      </w:r>
      <w:r w:rsidR="0088694E" w:rsidRPr="00FD071C">
        <w:rPr>
          <w:b/>
          <w:kern w:val="16"/>
        </w:rPr>
        <w:t xml:space="preserve"> </w:t>
      </w:r>
      <w:r w:rsidR="00B052DF" w:rsidRPr="00FD071C">
        <w:rPr>
          <w:b/>
          <w:kern w:val="16"/>
        </w:rPr>
        <w:t>rekonstrueerimis</w:t>
      </w:r>
      <w:r w:rsidR="003C5FFC" w:rsidRPr="00FD071C">
        <w:rPr>
          <w:b/>
          <w:kern w:val="16"/>
        </w:rPr>
        <w:t>projekt</w:t>
      </w:r>
      <w:r w:rsidR="00FD071C">
        <w:rPr>
          <w:bCs/>
          <w:kern w:val="16"/>
        </w:rPr>
        <w:t>“</w:t>
      </w:r>
      <w:r w:rsidR="002733CC" w:rsidRPr="002733CC">
        <w:rPr>
          <w:bCs/>
          <w:kern w:val="16"/>
        </w:rPr>
        <w:t>.</w:t>
      </w:r>
    </w:p>
    <w:p w14:paraId="0610DF0C" w14:textId="77777777" w:rsidR="00710F3F" w:rsidRDefault="00710F3F">
      <w:pPr>
        <w:jc w:val="both"/>
      </w:pPr>
    </w:p>
    <w:p w14:paraId="50498FF2" w14:textId="77777777" w:rsidR="002733CC" w:rsidRDefault="002733CC">
      <w:pPr>
        <w:jc w:val="both"/>
      </w:pPr>
    </w:p>
    <w:p w14:paraId="312426C9" w14:textId="6C3DFFC6" w:rsidR="00710F3F" w:rsidRDefault="00710F3F">
      <w:pPr>
        <w:jc w:val="both"/>
      </w:pPr>
      <w:r>
        <w:t>2. Tell</w:t>
      </w:r>
      <w:r w:rsidR="006B0B7E">
        <w:t xml:space="preserve">ija tasub tehtud töö eest </w:t>
      </w:r>
      <w:r w:rsidR="002733CC">
        <w:t xml:space="preserve"> </w:t>
      </w:r>
      <w:r w:rsidR="00F05FDE">
        <w:t>19800.-</w:t>
      </w:r>
      <w:r w:rsidR="006B0B7E">
        <w:t xml:space="preserve"> </w:t>
      </w:r>
      <w:r w:rsidR="003C5FFC">
        <w:t>(</w:t>
      </w:r>
      <w:r w:rsidR="00F05FDE">
        <w:t>üheksateist tuhat kaheksasada</w:t>
      </w:r>
      <w:r w:rsidR="00677841">
        <w:t xml:space="preserve">) </w:t>
      </w:r>
      <w:r w:rsidR="001F58D6">
        <w:t>eurot</w:t>
      </w:r>
      <w:r>
        <w:t>.</w:t>
      </w:r>
      <w:r w:rsidR="00B7580D">
        <w:t xml:space="preserve"> Hinnale</w:t>
      </w:r>
      <w:r w:rsidR="00AB0917">
        <w:t xml:space="preserve"> </w:t>
      </w:r>
      <w:r w:rsidR="00B7580D">
        <w:t>lisandub käibemaks</w:t>
      </w:r>
      <w:r w:rsidR="00AB0917">
        <w:t xml:space="preserve"> 20%.</w:t>
      </w:r>
    </w:p>
    <w:p w14:paraId="52F0A7C3" w14:textId="77777777" w:rsidR="00710F3F" w:rsidRDefault="00710F3F">
      <w:pPr>
        <w:jc w:val="both"/>
      </w:pPr>
    </w:p>
    <w:p w14:paraId="7560CD43" w14:textId="77777777" w:rsidR="002733CC" w:rsidRDefault="002733CC" w:rsidP="002B1C71">
      <w:pPr>
        <w:jc w:val="both"/>
      </w:pPr>
    </w:p>
    <w:p w14:paraId="1DAF72FC" w14:textId="77777777" w:rsidR="002733CC" w:rsidRDefault="002733CC" w:rsidP="002B1C71">
      <w:pPr>
        <w:jc w:val="both"/>
      </w:pPr>
    </w:p>
    <w:p w14:paraId="61B1C9EA" w14:textId="77777777" w:rsidR="002B1C71" w:rsidRDefault="002B1C71">
      <w:pPr>
        <w:jc w:val="both"/>
      </w:pPr>
    </w:p>
    <w:p w14:paraId="7C9BFC6E" w14:textId="77777777" w:rsidR="00710F3F" w:rsidRDefault="00710F3F"/>
    <w:p w14:paraId="073013C8" w14:textId="77777777" w:rsidR="00332D22" w:rsidRDefault="00332D22"/>
    <w:p w14:paraId="5A739108" w14:textId="77777777" w:rsidR="00332D22" w:rsidRDefault="00332D22">
      <w:pPr>
        <w:sectPr w:rsidR="00332D22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1E8FD4A6" w14:textId="77777777" w:rsidR="00710F3F" w:rsidRDefault="00710F3F"/>
    <w:p w14:paraId="0EDD97A2" w14:textId="77777777" w:rsidR="00710F3F" w:rsidRDefault="00677841" w:rsidP="00AF2200">
      <w:pPr>
        <w:rPr>
          <w:b/>
        </w:rPr>
      </w:pPr>
      <w:r>
        <w:rPr>
          <w:b/>
        </w:rPr>
        <w:t>Tellija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B277D">
        <w:rPr>
          <w:b/>
        </w:rPr>
        <w:tab/>
      </w:r>
      <w:r>
        <w:rPr>
          <w:b/>
        </w:rPr>
        <w:t>Töövõtja</w:t>
      </w:r>
    </w:p>
    <w:p w14:paraId="660EE596" w14:textId="77777777" w:rsidR="003066C3" w:rsidRDefault="003066C3">
      <w:pPr>
        <w:tabs>
          <w:tab w:val="left" w:pos="4320"/>
        </w:tabs>
        <w:jc w:val="both"/>
        <w:rPr>
          <w:b/>
        </w:rPr>
      </w:pPr>
    </w:p>
    <w:p w14:paraId="648A8D1F" w14:textId="77777777" w:rsidR="00710F3F" w:rsidRDefault="00AF2200">
      <w:pPr>
        <w:tabs>
          <w:tab w:val="left" w:pos="4320"/>
        </w:tabs>
        <w:jc w:val="both"/>
      </w:pPr>
      <w:r>
        <w:t>/allkirjastatud digitaalselt/</w:t>
      </w:r>
      <w:r w:rsidR="00891279">
        <w:t xml:space="preserve">        </w:t>
      </w:r>
      <w:r>
        <w:tab/>
      </w:r>
      <w:r w:rsidR="003B277D">
        <w:tab/>
      </w:r>
      <w:r>
        <w:t>/allkirjastatud digitaalselt/</w:t>
      </w:r>
    </w:p>
    <w:p w14:paraId="3254D21A" w14:textId="595F1D12" w:rsidR="00710F3F" w:rsidRPr="00A050ED" w:rsidRDefault="0060411B">
      <w:pPr>
        <w:tabs>
          <w:tab w:val="left" w:pos="4320"/>
        </w:tabs>
        <w:jc w:val="both"/>
      </w:pPr>
      <w:r>
        <w:t>Tarmo Denks</w:t>
      </w:r>
      <w:r w:rsidR="006B0B7E">
        <w:tab/>
      </w:r>
      <w:r w:rsidR="003B277D">
        <w:tab/>
      </w:r>
      <w:r w:rsidR="00F05FDE">
        <w:t>Sulev Nurme</w:t>
      </w:r>
    </w:p>
    <w:p w14:paraId="7B0D023D" w14:textId="77777777" w:rsidR="007B3EA9" w:rsidRDefault="0005737C">
      <w:pPr>
        <w:rPr>
          <w:i/>
          <w:iCs/>
        </w:rPr>
      </w:pPr>
      <w:r>
        <w:rPr>
          <w:iCs/>
        </w:rPr>
        <w:t>piirkonna</w:t>
      </w:r>
      <w:r w:rsidR="003B277D">
        <w:rPr>
          <w:iCs/>
        </w:rPr>
        <w:t>juht</w:t>
      </w:r>
      <w:r w:rsidR="003B277D">
        <w:rPr>
          <w:iCs/>
        </w:rPr>
        <w:tab/>
      </w:r>
      <w:r w:rsidR="003B277D">
        <w:rPr>
          <w:iCs/>
        </w:rPr>
        <w:tab/>
      </w:r>
      <w:r w:rsidR="003B277D">
        <w:rPr>
          <w:iCs/>
        </w:rPr>
        <w:tab/>
      </w:r>
      <w:r w:rsidR="00894AAA">
        <w:rPr>
          <w:iCs/>
        </w:rPr>
        <w:tab/>
      </w:r>
      <w:r w:rsidR="003B277D">
        <w:rPr>
          <w:iCs/>
        </w:rPr>
        <w:tab/>
      </w:r>
      <w:r w:rsidR="003B277D">
        <w:rPr>
          <w:iCs/>
        </w:rPr>
        <w:tab/>
      </w:r>
      <w:r>
        <w:rPr>
          <w:iCs/>
        </w:rPr>
        <w:t>juhatuse liige</w:t>
      </w:r>
    </w:p>
    <w:p w14:paraId="3D1BD359" w14:textId="77777777" w:rsidR="00710F3F" w:rsidRDefault="00710F3F">
      <w:pPr>
        <w:rPr>
          <w:i/>
          <w:iCs/>
        </w:rPr>
      </w:pPr>
    </w:p>
    <w:sectPr w:rsidR="00710F3F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6B2F5" w14:textId="77777777" w:rsidR="00520372" w:rsidRDefault="00520372">
      <w:r>
        <w:separator/>
      </w:r>
    </w:p>
  </w:endnote>
  <w:endnote w:type="continuationSeparator" w:id="0">
    <w:p w14:paraId="5C7F7F5A" w14:textId="77777777" w:rsidR="00520372" w:rsidRDefault="00520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22F2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E762" w14:textId="77777777" w:rsidR="009C4537" w:rsidRDefault="009C45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BBBC5" w14:textId="77777777" w:rsidR="009C4537" w:rsidRDefault="009C45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A03A0" w14:textId="77777777" w:rsidR="00520372" w:rsidRDefault="00520372">
      <w:r>
        <w:separator/>
      </w:r>
    </w:p>
  </w:footnote>
  <w:footnote w:type="continuationSeparator" w:id="0">
    <w:p w14:paraId="3C13A7C1" w14:textId="77777777" w:rsidR="00520372" w:rsidRDefault="00520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33BAF" w14:textId="77777777" w:rsidR="009C4537" w:rsidRDefault="009C453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2733C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C4F0" w14:textId="77777777" w:rsidR="009C4537" w:rsidRDefault="009C453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D6783" w14:textId="77777777" w:rsidR="009C4537" w:rsidRDefault="009C45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4A86F1A"/>
    <w:multiLevelType w:val="hybridMultilevel"/>
    <w:tmpl w:val="00E6BE7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3" w15:restartNumberingAfterBreak="0">
    <w:nsid w:val="5E9139B1"/>
    <w:multiLevelType w:val="multilevel"/>
    <w:tmpl w:val="182A5E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9A24919"/>
    <w:multiLevelType w:val="hybridMultilevel"/>
    <w:tmpl w:val="D782507A"/>
    <w:lvl w:ilvl="0" w:tplc="1C94D2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E0DBE"/>
    <w:multiLevelType w:val="hybridMultilevel"/>
    <w:tmpl w:val="09DC9A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921302">
    <w:abstractNumId w:val="0"/>
  </w:num>
  <w:num w:numId="2" w16cid:durableId="1792431481">
    <w:abstractNumId w:val="2"/>
  </w:num>
  <w:num w:numId="3" w16cid:durableId="1089157383">
    <w:abstractNumId w:val="5"/>
  </w:num>
  <w:num w:numId="4" w16cid:durableId="1833132703">
    <w:abstractNumId w:val="1"/>
  </w:num>
  <w:num w:numId="5" w16cid:durableId="2083791223">
    <w:abstractNumId w:val="4"/>
  </w:num>
  <w:num w:numId="6" w16cid:durableId="212673059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E0"/>
    <w:rsid w:val="00017613"/>
    <w:rsid w:val="0005737C"/>
    <w:rsid w:val="00063A34"/>
    <w:rsid w:val="0006493C"/>
    <w:rsid w:val="00091119"/>
    <w:rsid w:val="000935CB"/>
    <w:rsid w:val="000A6C46"/>
    <w:rsid w:val="00167B52"/>
    <w:rsid w:val="001C1744"/>
    <w:rsid w:val="001E3E86"/>
    <w:rsid w:val="001F58D6"/>
    <w:rsid w:val="002037BB"/>
    <w:rsid w:val="002131A5"/>
    <w:rsid w:val="00244A81"/>
    <w:rsid w:val="002576CA"/>
    <w:rsid w:val="002733CC"/>
    <w:rsid w:val="002B1C71"/>
    <w:rsid w:val="002D3BB3"/>
    <w:rsid w:val="002D63E0"/>
    <w:rsid w:val="002D6C61"/>
    <w:rsid w:val="002E5BF6"/>
    <w:rsid w:val="002E74E4"/>
    <w:rsid w:val="002F1407"/>
    <w:rsid w:val="002F2440"/>
    <w:rsid w:val="003066C3"/>
    <w:rsid w:val="0032175B"/>
    <w:rsid w:val="00331970"/>
    <w:rsid w:val="00332D22"/>
    <w:rsid w:val="0034220D"/>
    <w:rsid w:val="003564C2"/>
    <w:rsid w:val="00376675"/>
    <w:rsid w:val="00386552"/>
    <w:rsid w:val="003B277D"/>
    <w:rsid w:val="003C5512"/>
    <w:rsid w:val="003C5FFC"/>
    <w:rsid w:val="00410C55"/>
    <w:rsid w:val="00446FD8"/>
    <w:rsid w:val="004504E9"/>
    <w:rsid w:val="00472B17"/>
    <w:rsid w:val="004A7139"/>
    <w:rsid w:val="004D6A17"/>
    <w:rsid w:val="004D7333"/>
    <w:rsid w:val="004E56CA"/>
    <w:rsid w:val="005025E0"/>
    <w:rsid w:val="00520372"/>
    <w:rsid w:val="005319F4"/>
    <w:rsid w:val="005742D6"/>
    <w:rsid w:val="005E01AE"/>
    <w:rsid w:val="005E2317"/>
    <w:rsid w:val="005E38CA"/>
    <w:rsid w:val="0060411B"/>
    <w:rsid w:val="00635047"/>
    <w:rsid w:val="00666786"/>
    <w:rsid w:val="006746DF"/>
    <w:rsid w:val="00674A16"/>
    <w:rsid w:val="006772F0"/>
    <w:rsid w:val="00677841"/>
    <w:rsid w:val="006B0B7E"/>
    <w:rsid w:val="00710F3F"/>
    <w:rsid w:val="00797755"/>
    <w:rsid w:val="007B3EA9"/>
    <w:rsid w:val="007C36EC"/>
    <w:rsid w:val="007D753A"/>
    <w:rsid w:val="007E0704"/>
    <w:rsid w:val="007F1A29"/>
    <w:rsid w:val="007F69C9"/>
    <w:rsid w:val="00810864"/>
    <w:rsid w:val="00825D9B"/>
    <w:rsid w:val="00855A5C"/>
    <w:rsid w:val="0088694E"/>
    <w:rsid w:val="00891279"/>
    <w:rsid w:val="00894AAA"/>
    <w:rsid w:val="008B742F"/>
    <w:rsid w:val="008C2C49"/>
    <w:rsid w:val="008E74B0"/>
    <w:rsid w:val="008F0B13"/>
    <w:rsid w:val="008F29A5"/>
    <w:rsid w:val="009769BD"/>
    <w:rsid w:val="00977702"/>
    <w:rsid w:val="009C3D47"/>
    <w:rsid w:val="009C4537"/>
    <w:rsid w:val="009D03F2"/>
    <w:rsid w:val="009E4755"/>
    <w:rsid w:val="009F65A8"/>
    <w:rsid w:val="00A050ED"/>
    <w:rsid w:val="00A159EA"/>
    <w:rsid w:val="00A25200"/>
    <w:rsid w:val="00A60D47"/>
    <w:rsid w:val="00AB0917"/>
    <w:rsid w:val="00AF2200"/>
    <w:rsid w:val="00B052DF"/>
    <w:rsid w:val="00B3590C"/>
    <w:rsid w:val="00B50005"/>
    <w:rsid w:val="00B727B2"/>
    <w:rsid w:val="00B7580D"/>
    <w:rsid w:val="00B93333"/>
    <w:rsid w:val="00B96D86"/>
    <w:rsid w:val="00B976ED"/>
    <w:rsid w:val="00BD648A"/>
    <w:rsid w:val="00BE6452"/>
    <w:rsid w:val="00BF353A"/>
    <w:rsid w:val="00C22ACF"/>
    <w:rsid w:val="00C867B7"/>
    <w:rsid w:val="00C86E71"/>
    <w:rsid w:val="00CC0946"/>
    <w:rsid w:val="00CC14A5"/>
    <w:rsid w:val="00CC7B0D"/>
    <w:rsid w:val="00D04C25"/>
    <w:rsid w:val="00D11BA2"/>
    <w:rsid w:val="00D56752"/>
    <w:rsid w:val="00D73927"/>
    <w:rsid w:val="00D76ABE"/>
    <w:rsid w:val="00D814F5"/>
    <w:rsid w:val="00D914EE"/>
    <w:rsid w:val="00DC6E0E"/>
    <w:rsid w:val="00DD767C"/>
    <w:rsid w:val="00E47FC8"/>
    <w:rsid w:val="00E6175F"/>
    <w:rsid w:val="00E639C8"/>
    <w:rsid w:val="00E82C0C"/>
    <w:rsid w:val="00EB0EA2"/>
    <w:rsid w:val="00EB22DA"/>
    <w:rsid w:val="00EB4016"/>
    <w:rsid w:val="00EC0E31"/>
    <w:rsid w:val="00EC517B"/>
    <w:rsid w:val="00F03A45"/>
    <w:rsid w:val="00F05FDE"/>
    <w:rsid w:val="00F124EA"/>
    <w:rsid w:val="00F15E83"/>
    <w:rsid w:val="00F17622"/>
    <w:rsid w:val="00F525F8"/>
    <w:rsid w:val="00F73285"/>
    <w:rsid w:val="00F87388"/>
    <w:rsid w:val="00FA374F"/>
    <w:rsid w:val="00FD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31E44"/>
  <w15:docId w15:val="{A06AA2BA-E971-4C0F-BD73-AFD197F6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jc w:val="both"/>
    </w:pPr>
  </w:style>
  <w:style w:type="paragraph" w:styleId="Caption">
    <w:name w:val="caption"/>
    <w:basedOn w:val="Normal"/>
    <w:next w:val="Normal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E38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E38CA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05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gek\AppData\Local\Microsoft\Windows\Temporary%20Internet%20Files\Content.IE5\LOTTT397\akt%20t&#246;&#246;v&#245;tulepingu%20juurde%20f&#252;&#252;silise%20isiku%20v&#245;i%20fie-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töövõtulepingu juurde füüsilise isiku või fie-ga.dot</Template>
  <TotalTime>14</TotalTime>
  <Pages>1</Pages>
  <Words>111</Words>
  <Characters>646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Marge Rebane</dc:creator>
  <cp:lastModifiedBy>Sulev Nurme</cp:lastModifiedBy>
  <cp:revision>4</cp:revision>
  <cp:lastPrinted>2004-03-16T09:02:00Z</cp:lastPrinted>
  <dcterms:created xsi:type="dcterms:W3CDTF">2022-11-01T09:13:00Z</dcterms:created>
  <dcterms:modified xsi:type="dcterms:W3CDTF">2022-11-01T09:31:00Z</dcterms:modified>
</cp:coreProperties>
</file>